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78C" w:rsidRDefault="00DA2E26"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7E175A20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D522A3" w:rsidTr="00DA2E26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0" w:name="rcvName"/>
                                <w:p w:rsidR="00D522A3" w:rsidRDefault="00D522A3" w:rsidP="00DA2E26">
                                  <w:pPr>
                                    <w:pStyle w:val="R0"/>
                                  </w:pPr>
                                  <w:r w:rsidRPr="00DA2E26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DA2E26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DA2E26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bookmarkStart w:id="1" w:name="_GoBack"/>
                                  <w:bookmarkEnd w:id="1"/>
                                  <w:r>
                                    <w:fldChar w:fldCharType="begin"/>
                                  </w:r>
                                  <w:r>
                                    <w:instrText xml:space="preserve"> MERGEFIELD 姓 \m </w:instrText>
                                  </w:r>
                                  <w:r>
                                    <w:fldChar w:fldCharType="separate"/>
                                  </w:r>
                                  <w:r w:rsidR="00E25910">
                                    <w:rPr>
                                      <w:rFonts w:hint="eastAsia"/>
                                      <w:noProof/>
                                    </w:rPr>
                                    <w:t>小畑</w: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 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名 \m </w:instrText>
                                  </w:r>
                                  <w:r>
                                    <w:fldChar w:fldCharType="separate"/>
                                  </w:r>
                                  <w:r w:rsidR="00E25910">
                                    <w:rPr>
                                      <w:rFonts w:hint="eastAsia"/>
                                      <w:noProof/>
                                    </w:rPr>
                                    <w:t>洋一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D522A3" w:rsidRDefault="00D522A3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0"/>
                                  <w:bookmarkEnd w:id="2"/>
                                </w:p>
                              </w:tc>
                            </w:tr>
                            <w:tr w:rsidR="00D522A3" w:rsidTr="00DA2E26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D522A3" w:rsidRDefault="00E25910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敬称 </w:instrText>
                                  </w:r>
                                  <w:r>
                                    <w:fldChar w:fldCharType="separate"/>
                                  </w:r>
                                  <w:r w:rsidRPr="00B80B71">
                                    <w:rPr>
                                      <w:noProof/>
                                    </w:rPr>
                                    <w:t>先生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:rsidR="00D522A3" w:rsidRDefault="00D522A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6" o:spid="_x0000_s1026" type="#_x0000_t202" style="position:absolute;left:0;text-align:left;margin-left:68pt;margin-top:51.05pt;width:90.65pt;height:27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D522A3" w:rsidTr="00DA2E26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3" w:name="rcvName"/>
                          <w:p w:rsidR="00D522A3" w:rsidRDefault="00D522A3" w:rsidP="00DA2E26">
                            <w:pPr>
                              <w:pStyle w:val="R0"/>
                            </w:pPr>
                            <w:r w:rsidRPr="00DA2E26">
                              <w:rPr>
                                <w:sz w:val="34"/>
                              </w:rPr>
                              <w:fldChar w:fldCharType="begin"/>
                            </w:r>
                            <w:r w:rsidRPr="00DA2E26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DA2E26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bookmarkStart w:id="4" w:name="_GoBack"/>
                            <w:bookmarkEnd w:id="4"/>
                            <w:r>
                              <w:fldChar w:fldCharType="begin"/>
                            </w:r>
                            <w:r>
                              <w:instrText xml:space="preserve"> MERGEFIELD 姓 \m </w:instrText>
                            </w:r>
                            <w:r>
                              <w:fldChar w:fldCharType="separate"/>
                            </w:r>
                            <w:r w:rsidR="00E25910">
                              <w:rPr>
                                <w:rFonts w:hint="eastAsia"/>
                                <w:noProof/>
                              </w:rPr>
                              <w:t>小畑</w:t>
                            </w:r>
                            <w:r>
                              <w:fldChar w:fldCharType="end"/>
                            </w:r>
                            <w:r>
                              <w:t xml:space="preserve">  </w:t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名 \m </w:instrText>
                            </w:r>
                            <w:r>
                              <w:fldChar w:fldCharType="separate"/>
                            </w:r>
                            <w:r w:rsidR="00E25910">
                              <w:rPr>
                                <w:rFonts w:hint="eastAsia"/>
                                <w:noProof/>
                              </w:rPr>
                              <w:t>洋一</w:t>
                            </w:r>
                            <w:r>
                              <w:fldChar w:fldCharType="end"/>
                            </w:r>
                          </w:p>
                          <w:p w:rsidR="00D522A3" w:rsidRDefault="00D522A3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3"/>
                            <w:bookmarkEnd w:id="5"/>
                          </w:p>
                        </w:tc>
                      </w:tr>
                      <w:tr w:rsidR="00D522A3" w:rsidTr="00DA2E26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D522A3" w:rsidRDefault="00E25910">
                            <w:pPr>
                              <w:pStyle w:val="R0"/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敬称 </w:instrText>
                            </w:r>
                            <w:r>
                              <w:fldChar w:fldCharType="separate"/>
                            </w:r>
                            <w:r w:rsidRPr="00B80B71">
                              <w:rPr>
                                <w:noProof/>
                              </w:rPr>
                              <w:t>先生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</w:tbl>
                    <w:p w:rsidR="00D522A3" w:rsidRDefault="00D522A3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550F6C3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1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D522A3" w:rsidTr="00DA2E26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6" w:name="rcvAddress" w:colFirst="0" w:colLast="0"/>
                                <w:p w:rsidR="00D522A3" w:rsidRDefault="00D522A3" w:rsidP="00DA2E26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E25910">
                                    <w:rPr>
                                      <w:rFonts w:hint="eastAsia"/>
                                      <w:noProof/>
                                    </w:rPr>
                                    <w:t>大阪市城東区関目六-一四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D522A3" w:rsidRDefault="00D522A3" w:rsidP="00DA2E26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住所_2 \v \m </w:instrText>
                                  </w:r>
                                  <w:r>
                                    <w:fldChar w:fldCharType="separate"/>
                                  </w:r>
                                  <w:r w:rsidR="00E25910">
                                    <w:rPr>
                                      <w:rFonts w:hint="eastAsia"/>
                                      <w:noProof/>
                                    </w:rPr>
                                    <w:t>グレートマンション　五〇一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6"/>
                          </w:tbl>
                          <w:p w:rsidR="00D522A3" w:rsidRDefault="00D522A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5" o:spid="_x0000_s1027" type="#_x0000_t202" style="position:absolute;left:0;text-align:left;margin-left:190.7pt;margin-top:51.05pt;width:52.6pt;height:26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4tz0AIAAMM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D522A3" w:rsidTr="00DA2E26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7" w:name="rcvAddress" w:colFirst="0" w:colLast="0"/>
                          <w:p w:rsidR="00D522A3" w:rsidRDefault="00D522A3" w:rsidP="00DA2E26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E25910">
                              <w:rPr>
                                <w:rFonts w:hint="eastAsia"/>
                                <w:noProof/>
                              </w:rPr>
                              <w:t>大阪市城東区関目六-一四</w:t>
                            </w:r>
                            <w:r>
                              <w:fldChar w:fldCharType="end"/>
                            </w:r>
                          </w:p>
                          <w:p w:rsidR="00D522A3" w:rsidRDefault="00D522A3" w:rsidP="00DA2E26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住所_2 \v \m </w:instrText>
                            </w:r>
                            <w:r>
                              <w:fldChar w:fldCharType="separate"/>
                            </w:r>
                            <w:r w:rsidR="00E25910">
                              <w:rPr>
                                <w:rFonts w:hint="eastAsia"/>
                                <w:noProof/>
                              </w:rPr>
                              <w:t>グレートマンション　五〇一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7"/>
                    </w:tbl>
                    <w:p w:rsidR="00D522A3" w:rsidRDefault="00D522A3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D522A3" w:rsidTr="00DA2E26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D522A3" w:rsidRDefault="00D522A3" w:rsidP="00DA2E26">
                                  <w:pPr>
                                    <w:pStyle w:val="S1"/>
                                    <w:rPr>
                                      <w:rFonts w:hint="eastAsia"/>
                                    </w:rPr>
                                  </w:pPr>
                                  <w:bookmarkStart w:id="8" w:name="sndAddress" w:colFirst="0" w:colLast="0"/>
                                  <w:r>
                                    <w:rPr>
                                      <w:rFonts w:hint="eastAsia"/>
                                    </w:rPr>
                                    <w:t>大阪府河内長野市古野町七-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四一</w:t>
                                  </w:r>
                                </w:p>
                                <w:p w:rsidR="00D522A3" w:rsidRDefault="00D522A3" w:rsidP="00DA2E26">
                                  <w:pPr>
                                    <w:pStyle w:val="S2"/>
                                  </w:pPr>
                                </w:p>
                                <w:p w:rsidR="00D522A3" w:rsidRDefault="00D522A3" w:rsidP="00DA2E26">
                                  <w:pPr>
                                    <w:pStyle w:val="S0"/>
                                    <w:rPr>
                                      <w:rFonts w:hint="eastAsia"/>
                                    </w:rPr>
                                  </w:pPr>
                                  <w:r w:rsidRPr="00DA2E26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矢野和男</w:t>
                                  </w:r>
                                </w:p>
                                <w:p w:rsidR="00D522A3" w:rsidRDefault="00D522A3" w:rsidP="00DA2E26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8"/>
                          </w:tbl>
                          <w:p w:rsidR="00D522A3" w:rsidRDefault="00D522A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7" o:spid="_x0000_s1028" type="#_x0000_t202" style="position:absolute;left:0;text-align:left;margin-left:-14pt;margin-top:147.4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f20gIAAMQ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D522A3" w:rsidTr="00DA2E26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D522A3" w:rsidRDefault="00D522A3" w:rsidP="00DA2E26">
                            <w:pPr>
                              <w:pStyle w:val="S1"/>
                              <w:rPr>
                                <w:rFonts w:hint="eastAsia"/>
                              </w:rPr>
                            </w:pPr>
                            <w:bookmarkStart w:id="9" w:name="sndAddress" w:colFirst="0" w:colLast="0"/>
                            <w:r>
                              <w:rPr>
                                <w:rFonts w:hint="eastAsia"/>
                              </w:rPr>
                              <w:t>大阪府河内長野市古野町七-</w:t>
                            </w:r>
                            <w:r>
                              <w:rPr>
                                <w:rFonts w:hint="eastAsia"/>
                              </w:rPr>
                              <w:t>四一</w:t>
                            </w:r>
                          </w:p>
                          <w:p w:rsidR="00D522A3" w:rsidRDefault="00D522A3" w:rsidP="00DA2E26">
                            <w:pPr>
                              <w:pStyle w:val="S2"/>
                            </w:pPr>
                          </w:p>
                          <w:p w:rsidR="00D522A3" w:rsidRDefault="00D522A3" w:rsidP="00DA2E26">
                            <w:pPr>
                              <w:pStyle w:val="S0"/>
                              <w:rPr>
                                <w:rFonts w:hint="eastAsia"/>
                              </w:rPr>
                            </w:pPr>
                            <w:r w:rsidRPr="00DA2E26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矢野和男</w:t>
                            </w:r>
                          </w:p>
                          <w:p w:rsidR="00D522A3" w:rsidRDefault="00D522A3" w:rsidP="00DA2E26">
                            <w:pPr>
                              <w:pStyle w:val="S3"/>
                            </w:pPr>
                          </w:p>
                        </w:tc>
                      </w:tr>
                      <w:bookmarkEnd w:id="9"/>
                    </w:tbl>
                    <w:p w:rsidR="00D522A3" w:rsidRDefault="00D522A3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D522A3" w:rsidTr="00DA2E26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D522A3" w:rsidRPr="00DA2E26" w:rsidRDefault="00D522A3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0" w:name="sndZipC" w:colFirst="0" w:colLast="0"/>
                                </w:p>
                              </w:tc>
                            </w:tr>
                            <w:bookmarkEnd w:id="10"/>
                          </w:tbl>
                          <w:p w:rsidR="00D522A3" w:rsidRDefault="00D522A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9" o:spid="_x0000_s1029" type="#_x0000_t202" style="position:absolute;left:0;text-align:left;margin-left:-13.15pt;margin-top:133.8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bJN0AIAAMI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D522A3" w:rsidTr="00DA2E26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D522A3" w:rsidRPr="00DA2E26" w:rsidRDefault="00D522A3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1" w:name="sndZipC" w:colFirst="0" w:colLast="0"/>
                          </w:p>
                        </w:tc>
                      </w:tr>
                      <w:bookmarkEnd w:id="11"/>
                    </w:tbl>
                    <w:p w:rsidR="00D522A3" w:rsidRDefault="00D522A3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1DD13270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D522A3" w:rsidTr="00DA2E26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2" w:name="rcvOffice" w:colFirst="0" w:colLast="0"/>
                                <w:p w:rsidR="00D522A3" w:rsidRDefault="00D522A3" w:rsidP="00DA2E26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D522A3" w:rsidRDefault="00D522A3" w:rsidP="00DA2E26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部署名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12"/>
                          </w:tbl>
                          <w:p w:rsidR="00D522A3" w:rsidRDefault="00D522A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8" o:spid="_x0000_s1030" type="#_x0000_t202" style="position:absolute;left:0;text-align:left;margin-left:151.55pt;margin-top:51.05pt;width:45.6pt;height:26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Dq60AIAAMI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D522A3" w:rsidTr="00DA2E26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3" w:name="rcvOffice" w:colFirst="0" w:colLast="0"/>
                          <w:p w:rsidR="00D522A3" w:rsidRDefault="00D522A3" w:rsidP="00DA2E26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end"/>
                            </w:r>
                          </w:p>
                          <w:p w:rsidR="00D522A3" w:rsidRDefault="00D522A3" w:rsidP="00DA2E26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部署名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13"/>
                    </w:tbl>
                    <w:p w:rsidR="00D522A3" w:rsidRDefault="00D522A3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D522A3" w:rsidTr="00DA2E2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4" w:name="rcvZipA" w:colFirst="0" w:colLast="0"/>
                                <w:bookmarkStart w:id="15" w:name="rcvZipB" w:colFirst="1" w:colLast="1"/>
                                <w:p w:rsidR="00D522A3" w:rsidRPr="00DA2E26" w:rsidRDefault="00D522A3" w:rsidP="00DA2E2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DA2E26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DA2E26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DA2E26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DA2E26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DA2E26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E25910">
                                    <w:rPr>
                                      <w:rFonts w:ascii="OCRB"/>
                                      <w:noProof/>
                                    </w:rPr>
                                    <w:t>536-0008</w:t>
                                  </w:r>
                                  <w:r w:rsidRPr="00DA2E26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D522A3" w:rsidRPr="00DA2E26" w:rsidRDefault="00D522A3" w:rsidP="00DA2E2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DA2E26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DA2E26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DA2E26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DA2E26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DA2E26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E25910">
                                    <w:rPr>
                                      <w:rFonts w:ascii="OCRB"/>
                                      <w:noProof/>
                                    </w:rPr>
                                    <w:t>536-0008</w:t>
                                  </w:r>
                                  <w:r w:rsidRPr="00DA2E26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4"/>
                            <w:bookmarkEnd w:id="15"/>
                          </w:tbl>
                          <w:p w:rsidR="00D522A3" w:rsidRDefault="00D522A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3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QkT0QIAAMI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PMRCRPRAgAAwg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D522A3" w:rsidTr="00DA2E2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6" w:name="rcvZipA" w:colFirst="0" w:colLast="0"/>
                          <w:bookmarkStart w:id="17" w:name="rcvZipB" w:colFirst="1" w:colLast="1"/>
                          <w:p w:rsidR="00D522A3" w:rsidRPr="00DA2E26" w:rsidRDefault="00D522A3" w:rsidP="00DA2E2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DA2E26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DA2E26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DA2E26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DA2E26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DA2E26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E25910">
                              <w:rPr>
                                <w:rFonts w:ascii="OCRB"/>
                                <w:noProof/>
                              </w:rPr>
                              <w:t>536-0008</w:t>
                            </w:r>
                            <w:r w:rsidRPr="00DA2E26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D522A3" w:rsidRPr="00DA2E26" w:rsidRDefault="00D522A3" w:rsidP="00DA2E2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DA2E26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DA2E26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DA2E26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DA2E26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DA2E26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E25910">
                              <w:rPr>
                                <w:rFonts w:ascii="OCRB"/>
                                <w:noProof/>
                              </w:rPr>
                              <w:t>536-0008</w:t>
                            </w:r>
                            <w:r w:rsidRPr="00DA2E26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6"/>
                      <w:bookmarkEnd w:id="17"/>
                    </w:tbl>
                    <w:p w:rsidR="00D522A3" w:rsidRDefault="00D522A3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D522A3" w:rsidTr="00DA2E2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D522A3" w:rsidRDefault="00D522A3" w:rsidP="00DA2E26">
                                  <w:pPr>
                                    <w:pStyle w:val="SA"/>
                                  </w:pPr>
                                  <w:bookmarkStart w:id="18" w:name="sndZipColumn" w:colFirst="0" w:colLast="1"/>
                                  <w:bookmarkStart w:id="19" w:name="sndZipA" w:colFirst="0" w:colLast="0"/>
                                  <w:bookmarkStart w:id="20" w:name="sndZipB" w:colFirst="1" w:colLast="1"/>
                                  <w:r w:rsidRPr="00DA2E26">
                                    <w:rPr>
                                      <w:rFonts w:ascii="OCRB"/>
                                    </w:rPr>
                                    <w:t>586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D522A3" w:rsidRDefault="00D522A3" w:rsidP="00DA2E26">
                                  <w:pPr>
                                    <w:pStyle w:val="SB"/>
                                    <w:ind w:right="-105"/>
                                  </w:pPr>
                                  <w:r w:rsidRPr="00DA2E26">
                                    <w:rPr>
                                      <w:rFonts w:ascii="OCRB"/>
                                    </w:rPr>
                                    <w:t>0017</w:t>
                                  </w:r>
                                </w:p>
                              </w:tc>
                            </w:tr>
                            <w:bookmarkEnd w:id="18"/>
                            <w:bookmarkEnd w:id="19"/>
                            <w:bookmarkEnd w:id="20"/>
                          </w:tbl>
                          <w:p w:rsidR="00D522A3" w:rsidRDefault="00D522A3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4" o:spid="_x0000_s1032" type="#_x0000_t202" style="position:absolute;left:0;text-align:left;margin-left:-16.85pt;margin-top:316.4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tg72QIAAMo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D522A3" w:rsidTr="00DA2E2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D522A3" w:rsidRDefault="00D522A3" w:rsidP="00DA2E26">
                            <w:pPr>
                              <w:pStyle w:val="SA"/>
                            </w:pPr>
                            <w:bookmarkStart w:id="21" w:name="sndZipColumn" w:colFirst="0" w:colLast="1"/>
                            <w:bookmarkStart w:id="22" w:name="sndZipA" w:colFirst="0" w:colLast="0"/>
                            <w:bookmarkStart w:id="23" w:name="sndZipB" w:colFirst="1" w:colLast="1"/>
                            <w:r w:rsidRPr="00DA2E26">
                              <w:rPr>
                                <w:rFonts w:ascii="OCRB"/>
                              </w:rPr>
                              <w:t>586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D522A3" w:rsidRDefault="00D522A3" w:rsidP="00DA2E26">
                            <w:pPr>
                              <w:pStyle w:val="SB"/>
                              <w:ind w:right="-105"/>
                            </w:pPr>
                            <w:r w:rsidRPr="00DA2E26">
                              <w:rPr>
                                <w:rFonts w:ascii="OCRB"/>
                              </w:rPr>
                              <w:t>0017</w:t>
                            </w:r>
                          </w:p>
                        </w:tc>
                      </w:tr>
                      <w:bookmarkEnd w:id="21"/>
                      <w:bookmarkEnd w:id="22"/>
                      <w:bookmarkEnd w:id="23"/>
                    </w:tbl>
                    <w:p w:rsidR="00D522A3" w:rsidRDefault="00D522A3"/>
                  </w:txbxContent>
                </v:textbox>
              </v:shape>
            </w:pict>
          </mc:Fallback>
        </mc:AlternateContent>
      </w:r>
    </w:p>
    <w:sectPr w:rsidR="00B2578C" w:rsidSect="00DA2E26">
      <w:headerReference w:type="default" r:id="rId6"/>
      <w:pgSz w:w="5669" w:h="8391"/>
      <w:pgMar w:top="624" w:right="454" w:bottom="907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2A3" w:rsidRDefault="00D522A3" w:rsidP="00DA2E26">
      <w:r>
        <w:separator/>
      </w:r>
    </w:p>
  </w:endnote>
  <w:endnote w:type="continuationSeparator" w:id="0">
    <w:p w:rsidR="00D522A3" w:rsidRDefault="00D522A3" w:rsidP="00DA2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2A3" w:rsidRDefault="00D522A3" w:rsidP="00DA2E26">
      <w:r>
        <w:separator/>
      </w:r>
    </w:p>
  </w:footnote>
  <w:footnote w:type="continuationSeparator" w:id="0">
    <w:p w:rsidR="00D522A3" w:rsidRDefault="00D522A3" w:rsidP="00DA2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2A3" w:rsidRDefault="00D522A3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22A3" w:rsidRDefault="00D522A3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" name="図 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yT+Nkq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D522A3" w:rsidRDefault="00D522A3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" name="図 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1844785420"/>
  </wne:recipientData>
  <wne:recipientData>
    <wne:active wne:val="1"/>
    <wne:hash wne:val="2076732880"/>
  </wne:recipientData>
  <wne:recipientData>
    <wne:active wne:val="1"/>
    <wne:hash wne:val="275162887"/>
  </wne:recipientData>
  <wne:recipientData>
    <wne:active wne:val="1"/>
    <wne:hash wne:val="1912872029"/>
  </wne:recipientData>
  <wne:recipientData>
    <wne:active wne:val="1"/>
    <wne:hash wne:val="-1233178538"/>
  </wne:recipientData>
  <wne:recipientData>
    <wne:active wne:val="1"/>
    <wne:hash wne:val="-1632197539"/>
  </wne:recipientData>
  <wne:recipientData>
    <wne:active wne:val="1"/>
    <wne:hash wne:val="2137525166"/>
  </wne:recipientData>
  <wne:recipientData>
    <wne:active wne:val="1"/>
    <wne:hash wne:val="-543880630"/>
  </wne:recipientData>
  <wne:recipientData>
    <wne:active wne:val="1"/>
    <wne:hash wne:val="-807610973"/>
  </wne:recipientData>
  <wne:recipientData>
    <wne:active wne:val="1"/>
    <wne:hash wne:val="500610290"/>
  </wne:recipientData>
  <wne:recipientData>
    <wne:active wne:val="1"/>
    <wne:hash wne:val="-1764315775"/>
  </wne:recipientData>
  <wne:recipientData>
    <wne:active wne:val="1"/>
    <wne:hash wne:val="-1791013872"/>
  </wne:recipientData>
  <wne:recipientData>
    <wne:active wne:val="1"/>
    <wne:hash wne:val="717537688"/>
  </wne:recipientData>
  <wne:recipientData>
    <wne:active wne:val="1"/>
    <wne:hash wne:val="467311381"/>
  </wne:recipientData>
  <wne:recipientData>
    <wne:active wne:val="1"/>
    <wne:hash wne:val="1238371579"/>
  </wne:recipientData>
  <wne:recipientData>
    <wne:active wne:val="1"/>
    <wne:hash wne:val="-1224385467"/>
  </wne:recipientData>
  <wne:recipientData>
    <wne:active wne:val="1"/>
    <wne:hash wne:val="-1468975467"/>
  </wne:recipientData>
  <wne:recipientData>
    <wne:active wne:val="1"/>
    <wne:hash wne:val="320344474"/>
  </wne:recipientData>
  <wne:recipientData>
    <wne:active wne:val="1"/>
    <wne:hash wne:val="-972819234"/>
  </wne:recipientData>
  <wne:recipientData>
    <wne:active wne:val="1"/>
    <wne:hash wne:val="651257627"/>
  </wne:recipientData>
  <wne:recipientData>
    <wne:active wne:val="1"/>
    <wne:hash wne:val="-7820060"/>
  </wne:recipientData>
  <wne:recipientData>
    <wne:active wne:val="1"/>
    <wne:hash wne:val="1405604282"/>
  </wne:recipientData>
  <wne:recipientData>
    <wne:active wne:val="1"/>
    <wne:hash wne:val="-1959146049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92"/>
  <w:bordersDoNotSurroundHeader/>
  <w:bordersDoNotSurroundFooter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dataType w:val="native"/>
    <w:connectString w:val="Provider=Microsoft.ACE.OLEDB.12.0;User ID=Admin;Data Source=E:\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"/>
    <w:dataSource r:id="rId2"/>
    <w:viewMergedData/>
    <w:activeRecord w:val="2"/>
    <w:odso>
      <w:udl w:val="Provider=Microsoft.ACE.OLEDB.12.0;User ID=Admin;Data Source=E:\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3"/>
      <w:colDelim w:val="9"/>
      <w:type w:val="database"/>
      <w:fHdr/>
      <w:fieldMapData>
        <w:column w:val="0"/>
        <w:lid w:val="en-US"/>
      </w:fieldMapData>
      <w:fieldMapData>
        <w:type w:val="dbColumn"/>
        <w:name w:val="敬称"/>
        <w:mappedName w:val="敬称"/>
        <w:column w:val="2"/>
        <w:lid w:val="en-US"/>
      </w:fieldMapData>
      <w:fieldMapData>
        <w:type w:val="dbColumn"/>
        <w:name w:val="名"/>
        <w:mappedName w:val="名"/>
        <w:column w:val="1"/>
        <w:lid w:val="en-US"/>
      </w:fieldMapData>
      <w:fieldMapData>
        <w:column w:val="0"/>
        <w:lid w:val="en-US"/>
      </w:fieldMapData>
      <w:fieldMapData>
        <w:type w:val="dbColumn"/>
        <w:name w:val="姓"/>
        <w:mappedName w:val="姓"/>
        <w:column w:val="0"/>
        <w:lid w:val="en-US"/>
      </w:fieldMapData>
      <w:fieldMapData>
        <w:type w:val="dbColumn"/>
        <w:name w:val="敬称"/>
        <w:mappedName w:val="接尾辞"/>
        <w:column w:val="2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住所１"/>
        <w:mappedName w:val="住所 1"/>
        <w:column w:val="5"/>
        <w:lid w:val="en-US"/>
      </w:fieldMapData>
      <w:fieldMapData>
        <w:type w:val="dbColumn"/>
        <w:name w:val="住所２"/>
        <w:mappedName w:val="住所 2"/>
        <w:column w:val="6"/>
        <w:lid w:val="en-US"/>
      </w:fieldMapData>
      <w:fieldMapData>
        <w:column w:val="0"/>
        <w:lid w:val="en-US"/>
      </w:fieldMapData>
      <w:fieldMapData>
        <w:type w:val="dbColumn"/>
        <w:name w:val="都道府県"/>
        <w:mappedName w:val="都道府県"/>
        <w:column w:val="4"/>
        <w:lid w:val="en-US"/>
      </w:fieldMapData>
      <w:fieldMapData>
        <w:type w:val="dbColumn"/>
        <w:name w:val="郵便番号"/>
        <w:mappedName w:val="郵便番号"/>
        <w:column w:val="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4"/>
    </w:odso>
  </w:mailMerge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E26"/>
    <w:rsid w:val="00095465"/>
    <w:rsid w:val="00113627"/>
    <w:rsid w:val="00767F1A"/>
    <w:rsid w:val="00B2578C"/>
    <w:rsid w:val="00D522A3"/>
    <w:rsid w:val="00DA2E26"/>
    <w:rsid w:val="00E2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930448-43F2-4F82-AB67-DA66CE53F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A2E26"/>
    <w:pPr>
      <w:widowControl w:val="0"/>
      <w:jc w:val="both"/>
    </w:pPr>
    <w:rPr>
      <w:rFonts w:ascii="HG正楷書体-PRO" w:eastAsia="HG正楷書体-PRO" w:hAnsi="Century" w:cs="Times New Roman"/>
      <w:szCs w:val="24"/>
    </w:rPr>
  </w:style>
  <w:style w:type="character" w:default="1" w:styleId="a0">
    <w:name w:val="Default Paragraph Font"/>
    <w:uiPriority w:val="1"/>
    <w:semiHidden/>
    <w:unhideWhenUsed/>
    <w:rsid w:val="00DA2E26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DA2E26"/>
  </w:style>
  <w:style w:type="paragraph" w:customStyle="1" w:styleId="R">
    <w:name w:val="R会社"/>
    <w:basedOn w:val="a"/>
    <w:rsid w:val="00DA2E26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DA2E26"/>
    <w:pPr>
      <w:ind w:left="0"/>
    </w:pPr>
    <w:rPr>
      <w:noProof/>
      <w:sz w:val="22"/>
    </w:rPr>
  </w:style>
  <w:style w:type="paragraph" w:customStyle="1" w:styleId="R0">
    <w:name w:val="R氏名"/>
    <w:basedOn w:val="a"/>
    <w:rsid w:val="00DA2E26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DA2E26"/>
    <w:rPr>
      <w:noProof/>
      <w:sz w:val="44"/>
    </w:rPr>
  </w:style>
  <w:style w:type="paragraph" w:customStyle="1" w:styleId="R1">
    <w:name w:val="R住所_1"/>
    <w:basedOn w:val="a"/>
    <w:rsid w:val="00DA2E26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DA2E26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DA2E26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DA2E26"/>
    <w:pPr>
      <w:ind w:left="0"/>
    </w:pPr>
    <w:rPr>
      <w:noProof/>
      <w:sz w:val="21"/>
    </w:rPr>
  </w:style>
  <w:style w:type="paragraph" w:customStyle="1" w:styleId="R3">
    <w:name w:val="R部署"/>
    <w:basedOn w:val="a"/>
    <w:rsid w:val="00DA2E26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DA2E26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DA2E26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DA2E26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DA2E26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DA2E26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DA2E26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DA2E26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DA2E26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DA2E26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DA2E26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DA2E26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DA2E26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DA2E2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DA2E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DA2E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DA2E26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DA2E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DA2E26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E:\&#21517;&#31807;.xlsx" TargetMode="External"/><Relationship Id="rId2" Type="http://schemas.openxmlformats.org/officeDocument/2006/relationships/mailMergeSource" Target="file:///E:\&#21517;&#31807;.xlsx" TargetMode="External"/><Relationship Id="rId1" Type="http://schemas.openxmlformats.org/officeDocument/2006/relationships/attachedTemplate" Target="file:///C:\Program%20Files%20(x86)\Microsoft%20Office\Root\Templates\1041\POSTCARD20.WIZ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83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1</cp:revision>
  <dcterms:created xsi:type="dcterms:W3CDTF">2016-11-17T10:02:00Z</dcterms:created>
  <dcterms:modified xsi:type="dcterms:W3CDTF">2016-11-17T11:25:00Z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